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86F25"/>
  <w:body>
    <w:p w:rsidR="00DC4AA1" w:rsidRPr="00D8012F" w:rsidRDefault="00DC4AA1" w:rsidP="00D8012F">
      <w:pPr>
        <w:jc w:val="center"/>
        <w:rPr>
          <w:b/>
          <w:color w:val="FFFF00"/>
          <w:sz w:val="44"/>
          <w:szCs w:val="44"/>
        </w:rPr>
      </w:pPr>
      <w:r w:rsidRPr="00D8012F">
        <w:rPr>
          <w:b/>
          <w:color w:val="FFFF00"/>
          <w:sz w:val="44"/>
          <w:szCs w:val="44"/>
        </w:rPr>
        <w:t>HOW WELL DO YOU KNOW YOUR AUSSIE SLANG?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pt;margin-top:2.25pt;width:99.15pt;height:27.15pt;z-index:251653632" fillcolor="#7cca62" stroked="f" strokeweight="0">
            <v:fill color2="#52a537" focusposition=".5,.5" focussize="" focus="100%" type="gradientRadial"/>
            <v:shadow on="t" type="perspective" color="#386f25" offset="1pt" offset2="-3pt"/>
            <v:textbox style="mso-next-textbox:#_x0000_s1026">
              <w:txbxContent>
                <w:p w:rsidR="00DC4AA1" w:rsidRPr="00D8012F" w:rsidRDefault="00DC4AA1">
                  <w:pPr>
                    <w:rPr>
                      <w:color w:val="FFFF00"/>
                      <w:sz w:val="24"/>
                      <w:szCs w:val="24"/>
                    </w:rPr>
                  </w:pPr>
                  <w:r w:rsidRPr="00D8012F">
                    <w:rPr>
                      <w:color w:val="FFFF00"/>
                      <w:sz w:val="24"/>
                      <w:szCs w:val="24"/>
                    </w:rPr>
                    <w:t>DINKI-DI</w:t>
                  </w:r>
                </w:p>
              </w:txbxContent>
            </v:textbox>
          </v:shape>
        </w:pic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27" type="#_x0000_t202" style="position:absolute;margin-left:-27pt;margin-top:6.05pt;width:114.5pt;height:24.95pt;z-index:251654656" fillcolor="#7cca62" stroked="f" strokeweight="0">
            <v:fill color2="#52a537" focusposition=".5,.5" focussize="" focus="100%" type="gradientRadial"/>
            <v:shadow on="t" type="perspective" color="#386f25" offset="1pt" offset2="-3pt"/>
            <v:textbox style="mso-next-textbox:#_x0000_s1027">
              <w:txbxContent>
                <w:p w:rsidR="00DC4AA1" w:rsidRPr="00774C20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STUNNED MULLET</w:t>
                  </w:r>
                </w:p>
              </w:txbxContent>
            </v:textbox>
          </v:shape>
        </w:pict>
      </w:r>
      <w:r w:rsidRPr="00DE476C">
        <w:rPr>
          <w:b/>
          <w:color w:val="FFFF00"/>
          <w:sz w:val="20"/>
          <w:szCs w:val="20"/>
        </w:rPr>
        <w:t xml:space="preserve">                                                                              </w:t>
      </w:r>
      <w:r>
        <w:rPr>
          <w:b/>
          <w:color w:val="FFFF00"/>
          <w:sz w:val="20"/>
          <w:szCs w:val="20"/>
        </w:rPr>
        <w:t xml:space="preserve">  </w:t>
      </w:r>
      <w:r w:rsidRPr="00DE476C">
        <w:rPr>
          <w:b/>
          <w:color w:val="FFFF00"/>
          <w:sz w:val="20"/>
          <w:szCs w:val="20"/>
        </w:rPr>
        <w:t xml:space="preserve"> Excited approval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28" type="#_x0000_t202" style="position:absolute;margin-left:-27pt;margin-top:9.9pt;width:128.55pt;height:25.85pt;z-index:251655680" fillcolor="#7cca62" stroked="f" strokeweight="0">
            <v:fill color2="#52a537" focusposition=".5,.5" focussize="" focus="100%" type="gradientRadial"/>
            <v:shadow on="t" type="perspective" color="#386f25" offset="1pt" offset2="-3pt"/>
            <v:textbox style="mso-next-textbox:#_x0000_s1028"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YOU LITTLE BEAUTY</w:t>
                  </w:r>
                </w:p>
              </w:txbxContent>
            </v:textbox>
          </v:shape>
        </w:pict>
      </w:r>
      <w:r w:rsidRPr="00DE476C">
        <w:rPr>
          <w:b/>
          <w:color w:val="FFFF00"/>
          <w:sz w:val="20"/>
          <w:szCs w:val="20"/>
        </w:rPr>
        <w:t xml:space="preserve">                                                                                Middle of nowhere</w:t>
      </w:r>
    </w:p>
    <w:p w:rsidR="00DC4AA1" w:rsidRPr="00DE476C" w:rsidRDefault="00DC4AA1" w:rsidP="0072795C">
      <w:pPr>
        <w:tabs>
          <w:tab w:val="left" w:pos="5124"/>
        </w:tabs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29" type="#_x0000_t202" style="position:absolute;margin-left:-27pt;margin-top:4.7pt;width:114.9pt;height:27.85pt;z-index:251656704" fillcolor="#7cca62" stroked="f" strokeweight="0">
            <v:fill color2="#52a537" focusposition=".5,.5" focussize="" focus="100%" type="gradientRadial"/>
            <v:shadow on="t" type="perspective" color="#386f25" offset="1pt" offset2="-3pt"/>
            <v:textbox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 w:rsidRPr="00D97C47">
                    <w:rPr>
                      <w:color w:val="FFFF00"/>
                    </w:rPr>
                    <w:t>WOOP WOOP</w:t>
                  </w:r>
                </w:p>
              </w:txbxContent>
            </v:textbox>
          </v:shape>
        </w:pict>
      </w:r>
      <w:r>
        <w:rPr>
          <w:b/>
          <w:color w:val="FFFF00"/>
          <w:sz w:val="20"/>
          <w:szCs w:val="20"/>
        </w:rPr>
        <w:tab/>
        <w:t>campfire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30" type="#_x0000_t202" style="position:absolute;margin-left:-27pt;margin-top:4.05pt;width:101.3pt;height:23.35pt;z-index:251657728" fillcolor="#7cca62" stroked="f" strokeweight="0">
            <v:fill color2="#52a537" focusposition=".5,.5" focussize="" focus="100%" type="gradientRadial"/>
            <v:shadow on="t" type="perspective" color="#386f25" offset="1pt" offset2="-3pt"/>
            <v:textbox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BUCKLEYS</w:t>
                  </w:r>
                </w:p>
              </w:txbxContent>
            </v:textbox>
          </v:shape>
        </w:pict>
      </w:r>
      <w:r w:rsidRPr="00DE476C">
        <w:rPr>
          <w:b/>
          <w:color w:val="FFFF00"/>
          <w:sz w:val="20"/>
          <w:szCs w:val="20"/>
        </w:rPr>
        <w:t xml:space="preserve">                                             </w:t>
      </w:r>
      <w:r>
        <w:rPr>
          <w:b/>
          <w:color w:val="FFFF00"/>
          <w:sz w:val="20"/>
          <w:szCs w:val="20"/>
        </w:rPr>
        <w:t xml:space="preserve">                               </w:t>
      </w:r>
      <w:r w:rsidRPr="00DE476C">
        <w:rPr>
          <w:b/>
          <w:color w:val="FFFF00"/>
          <w:sz w:val="20"/>
          <w:szCs w:val="20"/>
        </w:rPr>
        <w:t xml:space="preserve">  </w:t>
      </w:r>
      <w:r>
        <w:rPr>
          <w:b/>
          <w:color w:val="FFFF00"/>
          <w:sz w:val="20"/>
          <w:szCs w:val="20"/>
        </w:rPr>
        <w:t xml:space="preserve">  genuine</w:t>
      </w:r>
    </w:p>
    <w:p w:rsidR="00DC4AA1" w:rsidRPr="00DE476C" w:rsidRDefault="00DC4AA1" w:rsidP="0072795C">
      <w:pPr>
        <w:tabs>
          <w:tab w:val="left" w:pos="5308"/>
        </w:tabs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31" type="#_x0000_t202" style="position:absolute;margin-left:-27pt;margin-top:3.35pt;width:88.95pt;height:22.35pt;z-index:251658752" fillcolor="#7cca62" stroked="f" strokeweight="0">
            <v:fill color2="#52a537" focusposition=".5,.5" focussize="" focus="100%" type="gradientRadial"/>
            <v:shadow on="t" type="perspective" color="#386f25" offset="1pt" offset2="-3pt"/>
            <v:textbox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BUSH TELLY</w:t>
                  </w:r>
                </w:p>
              </w:txbxContent>
            </v:textbox>
          </v:shape>
        </w:pict>
      </w:r>
      <w:r>
        <w:rPr>
          <w:b/>
          <w:color w:val="FFFF00"/>
          <w:sz w:val="20"/>
          <w:szCs w:val="20"/>
        </w:rPr>
        <w:tab/>
        <w:t>lots of money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32" type="#_x0000_t202" style="position:absolute;margin-left:-27pt;margin-top:2.7pt;width:101.35pt;height:28.65pt;z-index:251660800" fillcolor="#7cca62" stroked="f" strokeweight="0">
            <v:fill color2="#52a537" focusposition=".5,.5" focussize="" focus="100%" type="gradientRadial"/>
            <v:shadow on="t" type="perspective" color="#386f25" offset="1pt" offset2="-3pt"/>
            <v:textbox style="mso-next-textbox:#_x0000_s1032"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BIG BICKIES</w:t>
                  </w:r>
                </w:p>
              </w:txbxContent>
            </v:textbox>
          </v:shape>
        </w:pict>
      </w:r>
      <w:r w:rsidRPr="00DE476C">
        <w:rPr>
          <w:b/>
          <w:color w:val="FFFF00"/>
          <w:sz w:val="20"/>
          <w:szCs w:val="20"/>
        </w:rPr>
        <w:t xml:space="preserve">                                               </w:t>
      </w:r>
      <w:r>
        <w:rPr>
          <w:b/>
          <w:color w:val="FFFF00"/>
          <w:sz w:val="20"/>
          <w:szCs w:val="20"/>
        </w:rPr>
        <w:t xml:space="preserve">                                   wife</w:t>
      </w:r>
    </w:p>
    <w:p w:rsidR="00DC4AA1" w:rsidRPr="00DE476C" w:rsidRDefault="00DC4AA1" w:rsidP="0072795C">
      <w:pPr>
        <w:tabs>
          <w:tab w:val="left" w:pos="5308"/>
        </w:tabs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33" type="#_x0000_t202" style="position:absolute;margin-left:-27pt;margin-top:11.05pt;width:132.55pt;height:26.3pt;z-index:251661824" fillcolor="#7cca62" stroked="f" strokeweight="0">
            <v:fill color2="#52a537" focusposition=".5,.5" focussize="" focus="100%" type="gradientRadial"/>
            <v:shadow on="t" type="perspective" color="#386f25" offset="1pt" offset2="-3pt"/>
            <v:textbox style="mso-next-textbox:#_x0000_s1033">
              <w:txbxContent>
                <w:p w:rsidR="00DC4AA1" w:rsidRPr="00D97C47" w:rsidRDefault="00DC4AA1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TROUBLE AND STRIFE</w:t>
                  </w:r>
                </w:p>
              </w:txbxContent>
            </v:textbox>
          </v:shape>
        </w:pict>
      </w:r>
      <w:r>
        <w:rPr>
          <w:b/>
          <w:color w:val="FFFF00"/>
          <w:sz w:val="20"/>
          <w:szCs w:val="20"/>
        </w:rPr>
        <w:t xml:space="preserve"> </w:t>
      </w:r>
      <w:r>
        <w:rPr>
          <w:b/>
          <w:color w:val="FFFF00"/>
          <w:sz w:val="20"/>
          <w:szCs w:val="20"/>
        </w:rPr>
        <w:tab/>
        <w:t>little to no chance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>
        <w:rPr>
          <w:noProof/>
          <w:lang w:eastAsia="en-AU"/>
        </w:rPr>
        <w:pict>
          <v:shape id="_x0000_s1034" type="#_x0000_t202" style="position:absolute;margin-left:-171pt;margin-top:9.7pt;width:88.95pt;height:24.8pt;z-index:251659776" fillcolor="#7cca62" stroked="f" strokeweight="0">
            <v:fill color2="#52a537" focusposition=".5,.5" focussize="" focus="100%" type="gradientRadial"/>
            <v:shadow on="t" type="perspective" color="#386f25" offset="1pt" offset2="-3pt"/>
            <v:textbox>
              <w:txbxContent>
                <w:p w:rsidR="00DC4AA1" w:rsidRPr="0072795C" w:rsidRDefault="00DC4AA1" w:rsidP="0072795C"/>
              </w:txbxContent>
            </v:textbox>
          </v:shape>
        </w:pict>
      </w:r>
      <w:r w:rsidRPr="00DE476C">
        <w:rPr>
          <w:b/>
          <w:color w:val="FFFF00"/>
          <w:sz w:val="20"/>
          <w:szCs w:val="20"/>
        </w:rPr>
        <w:t xml:space="preserve">                                                             </w:t>
      </w:r>
      <w:r>
        <w:rPr>
          <w:b/>
          <w:color w:val="FFFF00"/>
          <w:sz w:val="20"/>
          <w:szCs w:val="20"/>
        </w:rPr>
        <w:t xml:space="preserve">                   surprised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</w:p>
    <w:p w:rsidR="00DC4AA1" w:rsidRPr="00DE476C" w:rsidRDefault="00DC4AA1">
      <w:pPr>
        <w:rPr>
          <w:b/>
          <w:color w:val="FFFF00"/>
          <w:sz w:val="20"/>
          <w:szCs w:val="20"/>
        </w:rPr>
      </w:pPr>
      <w:r w:rsidRPr="00DE476C">
        <w:rPr>
          <w:b/>
          <w:color w:val="FFFF00"/>
          <w:sz w:val="20"/>
          <w:szCs w:val="20"/>
        </w:rPr>
        <w:t xml:space="preserve">                                                     </w:t>
      </w:r>
      <w:r>
        <w:rPr>
          <w:b/>
          <w:color w:val="FFFF00"/>
          <w:sz w:val="20"/>
          <w:szCs w:val="20"/>
        </w:rPr>
        <w:t xml:space="preserve">                            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</w:p>
    <w:p w:rsidR="00DC4AA1" w:rsidRPr="00DE476C" w:rsidRDefault="00DC4AA1">
      <w:pPr>
        <w:rPr>
          <w:b/>
          <w:color w:val="FFFF00"/>
          <w:sz w:val="20"/>
          <w:szCs w:val="20"/>
        </w:rPr>
      </w:pPr>
      <w:r w:rsidRPr="00DE476C">
        <w:rPr>
          <w:b/>
          <w:color w:val="FFFF00"/>
          <w:sz w:val="20"/>
          <w:szCs w:val="20"/>
        </w:rPr>
        <w:t xml:space="preserve">                                                                    </w:t>
      </w:r>
      <w:r>
        <w:rPr>
          <w:b/>
          <w:color w:val="FFFF00"/>
          <w:sz w:val="20"/>
          <w:szCs w:val="20"/>
        </w:rPr>
        <w:t xml:space="preserve">             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 w:rsidRPr="00DE476C">
        <w:rPr>
          <w:b/>
          <w:color w:val="FFFF00"/>
          <w:sz w:val="20"/>
          <w:szCs w:val="20"/>
        </w:rPr>
        <w:t xml:space="preserve">                                                                        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  <w:r w:rsidRPr="00DE476C">
        <w:rPr>
          <w:b/>
          <w:color w:val="FFFF00"/>
          <w:sz w:val="20"/>
          <w:szCs w:val="20"/>
        </w:rPr>
        <w:t xml:space="preserve">                                                           </w:t>
      </w:r>
      <w:r>
        <w:rPr>
          <w:b/>
          <w:color w:val="FFFF00"/>
          <w:sz w:val="20"/>
          <w:szCs w:val="20"/>
        </w:rPr>
        <w:t xml:space="preserve">          </w:t>
      </w:r>
    </w:p>
    <w:p w:rsidR="00DC4AA1" w:rsidRPr="00DE476C" w:rsidRDefault="00DC4AA1">
      <w:pPr>
        <w:rPr>
          <w:b/>
          <w:color w:val="FFFF00"/>
          <w:sz w:val="20"/>
          <w:szCs w:val="20"/>
        </w:rPr>
      </w:pPr>
    </w:p>
    <w:p w:rsidR="00DC4AA1" w:rsidRPr="00DE476C" w:rsidRDefault="00DC4AA1">
      <w:pPr>
        <w:rPr>
          <w:b/>
          <w:color w:val="FFFF00"/>
          <w:sz w:val="20"/>
          <w:szCs w:val="20"/>
        </w:rPr>
      </w:pPr>
      <w:r w:rsidRPr="00DE476C">
        <w:rPr>
          <w:b/>
          <w:color w:val="FFFF00"/>
          <w:sz w:val="20"/>
          <w:szCs w:val="20"/>
        </w:rPr>
        <w:t xml:space="preserve">                                                           </w:t>
      </w:r>
      <w:r>
        <w:rPr>
          <w:b/>
          <w:color w:val="FFFF00"/>
          <w:sz w:val="20"/>
          <w:szCs w:val="20"/>
        </w:rPr>
        <w:t xml:space="preserve">                     </w:t>
      </w:r>
    </w:p>
    <w:sectPr w:rsidR="00DC4AA1" w:rsidRPr="00DE476C" w:rsidSect="0072795C">
      <w:pgSz w:w="11906" w:h="16838"/>
      <w:pgMar w:top="18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101"/>
    <w:rsid w:val="00316EBC"/>
    <w:rsid w:val="006D6210"/>
    <w:rsid w:val="006E7101"/>
    <w:rsid w:val="0072795C"/>
    <w:rsid w:val="00774C20"/>
    <w:rsid w:val="0082064A"/>
    <w:rsid w:val="00C51229"/>
    <w:rsid w:val="00D8012F"/>
    <w:rsid w:val="00D97C47"/>
    <w:rsid w:val="00DC4AA1"/>
    <w:rsid w:val="00DE476C"/>
    <w:rsid w:val="00E8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Lucida Sans Unicode" w:hAnsi="Lucida Sans Unicode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4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C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141</Words>
  <Characters>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WELL DO YOU KNOW YOUR AUSSIE SLANG</dc:title>
  <dc:subject/>
  <dc:creator>IT&amp;S </dc:creator>
  <cp:keywords/>
  <dc:description/>
  <cp:lastModifiedBy>IT&amp;S</cp:lastModifiedBy>
  <cp:revision>2</cp:revision>
  <dcterms:created xsi:type="dcterms:W3CDTF">2009-01-14T06:26:00Z</dcterms:created>
  <dcterms:modified xsi:type="dcterms:W3CDTF">2009-01-14T06:26:00Z</dcterms:modified>
</cp:coreProperties>
</file>